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9E1" w:rsidRDefault="008A09E1">
      <w:pPr>
        <w:rPr>
          <w:i/>
          <w:iCs/>
        </w:rPr>
      </w:pPr>
      <w:r w:rsidRPr="00C21429">
        <w:rPr>
          <w:i/>
          <w:iCs/>
        </w:rPr>
        <w:t xml:space="preserve">Allegato </w:t>
      </w:r>
      <w:r>
        <w:rPr>
          <w:i/>
          <w:iCs/>
        </w:rPr>
        <w:t>D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SU CARTA INTESTATA</w:t>
      </w:r>
    </w:p>
    <w:p w:rsidR="008A09E1" w:rsidRDefault="008A09E1" w:rsidP="00C21429">
      <w:pPr>
        <w:jc w:val="center"/>
        <w:rPr>
          <w:b/>
          <w:bCs/>
          <w:sz w:val="24"/>
          <w:szCs w:val="24"/>
        </w:rPr>
      </w:pPr>
      <w:r w:rsidRPr="00C21429">
        <w:rPr>
          <w:b/>
          <w:bCs/>
          <w:sz w:val="24"/>
          <w:szCs w:val="24"/>
        </w:rPr>
        <w:t>DICHIARAZIONE LIBERATORIA DEL FORNITORE</w:t>
      </w:r>
    </w:p>
    <w:p w:rsidR="008A09E1" w:rsidRDefault="008A09E1" w:rsidP="00C2142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sottoscritto _________________________________, nato a _______________________________, Prov. ______il ____/____/_____ e residente in ________________________, prov. _____________________, via ________________________, n. ____, consapevole della responsabilità penale cui può andare in contro in caso di dichiarazioni mendaci, ai sensi e per gli effetti del D.P.R.. n. 445 del 28 dicembre 2000, </w:t>
      </w:r>
    </w:p>
    <w:p w:rsidR="008A09E1" w:rsidRPr="00FF387E" w:rsidRDefault="008A09E1" w:rsidP="00FF387E">
      <w:pPr>
        <w:jc w:val="center"/>
        <w:rPr>
          <w:b/>
          <w:bCs/>
          <w:sz w:val="24"/>
          <w:szCs w:val="24"/>
        </w:rPr>
      </w:pPr>
      <w:r w:rsidRPr="00FF387E">
        <w:rPr>
          <w:b/>
          <w:bCs/>
          <w:sz w:val="24"/>
          <w:szCs w:val="24"/>
        </w:rPr>
        <w:t>DICHIARA</w:t>
      </w:r>
    </w:p>
    <w:p w:rsidR="008A09E1" w:rsidRDefault="008A09E1" w:rsidP="00C21429">
      <w:pPr>
        <w:jc w:val="both"/>
        <w:rPr>
          <w:sz w:val="24"/>
          <w:szCs w:val="24"/>
        </w:rPr>
      </w:pPr>
      <w:r>
        <w:rPr>
          <w:sz w:val="24"/>
          <w:szCs w:val="24"/>
        </w:rPr>
        <w:t>in qualità di _______________________________</w:t>
      </w:r>
      <w:r>
        <w:rPr>
          <w:rStyle w:val="FootnoteReference"/>
          <w:sz w:val="24"/>
          <w:szCs w:val="24"/>
        </w:rPr>
        <w:footnoteReference w:id="1"/>
      </w:r>
      <w:r>
        <w:rPr>
          <w:sz w:val="24"/>
          <w:szCs w:val="24"/>
        </w:rPr>
        <w:t xml:space="preserve"> dell’impresa __________________________ con sede legale in _________________________ via ____________________ n. ______________ C.F.: ______________________________, P.I.: _______________________________;</w:t>
      </w:r>
    </w:p>
    <w:p w:rsidR="008A09E1" w:rsidRDefault="008A09E1" w:rsidP="00C21429">
      <w:pPr>
        <w:jc w:val="both"/>
        <w:rPr>
          <w:sz w:val="24"/>
          <w:szCs w:val="24"/>
        </w:rPr>
      </w:pPr>
      <w:r>
        <w:rPr>
          <w:sz w:val="24"/>
          <w:szCs w:val="24"/>
        </w:rPr>
        <w:t>che per le seguenti fatture: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93"/>
        <w:gridCol w:w="1394"/>
        <w:gridCol w:w="1397"/>
        <w:gridCol w:w="1394"/>
        <w:gridCol w:w="1324"/>
        <w:gridCol w:w="1466"/>
        <w:gridCol w:w="1486"/>
      </w:tblGrid>
      <w:tr w:rsidR="008A09E1" w:rsidRPr="00A549D3">
        <w:tc>
          <w:tcPr>
            <w:tcW w:w="1393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549D3">
              <w:rPr>
                <w:sz w:val="24"/>
                <w:szCs w:val="24"/>
              </w:rPr>
              <w:t>NUM. FATT.</w:t>
            </w:r>
          </w:p>
        </w:tc>
        <w:tc>
          <w:tcPr>
            <w:tcW w:w="1394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549D3">
              <w:rPr>
                <w:sz w:val="24"/>
                <w:szCs w:val="24"/>
              </w:rPr>
              <w:t>DATA FATT.</w:t>
            </w:r>
          </w:p>
        </w:tc>
        <w:tc>
          <w:tcPr>
            <w:tcW w:w="1397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549D3">
              <w:rPr>
                <w:sz w:val="24"/>
                <w:szCs w:val="24"/>
              </w:rPr>
              <w:t>IMPONIBILE</w:t>
            </w:r>
          </w:p>
        </w:tc>
        <w:tc>
          <w:tcPr>
            <w:tcW w:w="1394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549D3">
              <w:rPr>
                <w:sz w:val="24"/>
                <w:szCs w:val="24"/>
              </w:rPr>
              <w:t>IVA</w:t>
            </w:r>
          </w:p>
        </w:tc>
        <w:tc>
          <w:tcPr>
            <w:tcW w:w="1324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549D3">
              <w:rPr>
                <w:sz w:val="24"/>
                <w:szCs w:val="24"/>
              </w:rPr>
              <w:t>TOTALE</w:t>
            </w:r>
          </w:p>
        </w:tc>
        <w:tc>
          <w:tcPr>
            <w:tcW w:w="1466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549D3">
              <w:rPr>
                <w:sz w:val="24"/>
                <w:szCs w:val="24"/>
              </w:rPr>
              <w:t>DATA PAG.</w:t>
            </w:r>
            <w:r w:rsidRPr="00A549D3">
              <w:rPr>
                <w:rStyle w:val="FootnoteReference"/>
                <w:sz w:val="24"/>
                <w:szCs w:val="24"/>
              </w:rPr>
              <w:t xml:space="preserve"> </w:t>
            </w:r>
            <w:r w:rsidRPr="00A549D3">
              <w:rPr>
                <w:rStyle w:val="FootnoteReference"/>
                <w:sz w:val="24"/>
                <w:szCs w:val="24"/>
              </w:rPr>
              <w:footnoteReference w:id="2"/>
            </w:r>
          </w:p>
        </w:tc>
        <w:tc>
          <w:tcPr>
            <w:tcW w:w="1486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549D3">
              <w:rPr>
                <w:sz w:val="24"/>
                <w:szCs w:val="24"/>
              </w:rPr>
              <w:t>MODALITÀ</w:t>
            </w:r>
            <w:r w:rsidRPr="00A549D3">
              <w:rPr>
                <w:sz w:val="24"/>
                <w:szCs w:val="24"/>
                <w:vertAlign w:val="superscript"/>
              </w:rPr>
              <w:t>2,</w:t>
            </w:r>
            <w:r w:rsidRPr="00A549D3">
              <w:rPr>
                <w:rStyle w:val="FootnoteReference"/>
                <w:sz w:val="24"/>
                <w:szCs w:val="24"/>
              </w:rPr>
              <w:footnoteReference w:id="3"/>
            </w:r>
          </w:p>
        </w:tc>
      </w:tr>
      <w:tr w:rsidR="008A09E1" w:rsidRPr="00A549D3">
        <w:tc>
          <w:tcPr>
            <w:tcW w:w="1393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8A09E1" w:rsidRPr="00A549D3">
        <w:tc>
          <w:tcPr>
            <w:tcW w:w="1393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8A09E1" w:rsidRPr="00A549D3">
        <w:tc>
          <w:tcPr>
            <w:tcW w:w="1393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8A09E1" w:rsidRPr="00A549D3">
        <w:tc>
          <w:tcPr>
            <w:tcW w:w="1393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8A09E1" w:rsidRPr="00A549D3">
        <w:tc>
          <w:tcPr>
            <w:tcW w:w="1393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8A09E1" w:rsidRDefault="008A09E1" w:rsidP="00FF387E">
      <w:pPr>
        <w:spacing w:after="120"/>
        <w:jc w:val="both"/>
        <w:rPr>
          <w:sz w:val="24"/>
          <w:szCs w:val="24"/>
        </w:rPr>
      </w:pPr>
      <w:r>
        <w:rPr>
          <w:noProof/>
          <w:lang w:eastAsia="it-IT"/>
        </w:rPr>
        <w:pict>
          <v:rect id="_x0000_s1026" style="position:absolute;left:0;text-align:left;margin-left:-10.2pt;margin-top:4.9pt;width:8.25pt;height:7.15pt;z-index:251656192;mso-position-horizontal-relative:text;mso-position-vertical-relative:text"/>
        </w:pict>
      </w:r>
      <w:r>
        <w:rPr>
          <w:sz w:val="24"/>
          <w:szCs w:val="24"/>
        </w:rPr>
        <w:t xml:space="preserve"> non sono state emesse note di credito, ovvero</w:t>
      </w:r>
    </w:p>
    <w:p w:rsidR="008A09E1" w:rsidRDefault="008A09E1" w:rsidP="00FF387E">
      <w:pPr>
        <w:spacing w:after="120"/>
        <w:jc w:val="both"/>
        <w:rPr>
          <w:sz w:val="24"/>
          <w:szCs w:val="24"/>
        </w:rPr>
      </w:pPr>
      <w:r>
        <w:rPr>
          <w:noProof/>
          <w:lang w:eastAsia="it-IT"/>
        </w:rPr>
        <w:pict>
          <v:rect id="_x0000_s1027" style="position:absolute;left:0;text-align:left;margin-left:-9.45pt;margin-top:4.35pt;width:8.25pt;height:7.15pt;z-index:251657216"/>
        </w:pict>
      </w:r>
      <w:r>
        <w:rPr>
          <w:sz w:val="24"/>
          <w:szCs w:val="24"/>
        </w:rPr>
        <w:t xml:space="preserve"> sono state emesse le seguenti note di credito: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95"/>
        <w:gridCol w:w="1395"/>
        <w:gridCol w:w="1397"/>
        <w:gridCol w:w="1393"/>
        <w:gridCol w:w="1323"/>
      </w:tblGrid>
      <w:tr w:rsidR="008A09E1" w:rsidRPr="00A549D3">
        <w:trPr>
          <w:jc w:val="center"/>
        </w:trPr>
        <w:tc>
          <w:tcPr>
            <w:tcW w:w="1395" w:type="dxa"/>
          </w:tcPr>
          <w:p w:rsidR="008A09E1" w:rsidRPr="00A549D3" w:rsidRDefault="008A09E1" w:rsidP="00A549D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49D3">
              <w:rPr>
                <w:sz w:val="24"/>
                <w:szCs w:val="24"/>
              </w:rPr>
              <w:t>N.RO NOTA CREDITO</w:t>
            </w:r>
          </w:p>
        </w:tc>
        <w:tc>
          <w:tcPr>
            <w:tcW w:w="1395" w:type="dxa"/>
          </w:tcPr>
          <w:p w:rsidR="008A09E1" w:rsidRPr="00A549D3" w:rsidRDefault="008A09E1" w:rsidP="00A549D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49D3">
              <w:rPr>
                <w:sz w:val="24"/>
                <w:szCs w:val="24"/>
              </w:rPr>
              <w:t>DATA NOTA CREDITO</w:t>
            </w:r>
          </w:p>
        </w:tc>
        <w:tc>
          <w:tcPr>
            <w:tcW w:w="1397" w:type="dxa"/>
          </w:tcPr>
          <w:p w:rsidR="008A09E1" w:rsidRPr="00A549D3" w:rsidRDefault="008A09E1" w:rsidP="00A549D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49D3">
              <w:rPr>
                <w:sz w:val="24"/>
                <w:szCs w:val="24"/>
              </w:rPr>
              <w:t>IMPONIBILE</w:t>
            </w:r>
          </w:p>
        </w:tc>
        <w:tc>
          <w:tcPr>
            <w:tcW w:w="1393" w:type="dxa"/>
          </w:tcPr>
          <w:p w:rsidR="008A09E1" w:rsidRPr="00A549D3" w:rsidRDefault="008A09E1" w:rsidP="00A549D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49D3">
              <w:rPr>
                <w:sz w:val="24"/>
                <w:szCs w:val="24"/>
              </w:rPr>
              <w:t>IVA</w:t>
            </w:r>
          </w:p>
        </w:tc>
        <w:tc>
          <w:tcPr>
            <w:tcW w:w="1323" w:type="dxa"/>
          </w:tcPr>
          <w:p w:rsidR="008A09E1" w:rsidRPr="00A549D3" w:rsidRDefault="008A09E1" w:rsidP="00A549D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49D3">
              <w:rPr>
                <w:sz w:val="24"/>
                <w:szCs w:val="24"/>
              </w:rPr>
              <w:t>TOTALE</w:t>
            </w:r>
          </w:p>
        </w:tc>
      </w:tr>
      <w:tr w:rsidR="008A09E1" w:rsidRPr="00A549D3">
        <w:trPr>
          <w:jc w:val="center"/>
        </w:trPr>
        <w:tc>
          <w:tcPr>
            <w:tcW w:w="1395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3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8A09E1" w:rsidRPr="00A549D3">
        <w:trPr>
          <w:jc w:val="center"/>
        </w:trPr>
        <w:tc>
          <w:tcPr>
            <w:tcW w:w="1395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3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8A09E1" w:rsidRPr="00A549D3">
        <w:trPr>
          <w:jc w:val="center"/>
        </w:trPr>
        <w:tc>
          <w:tcPr>
            <w:tcW w:w="1395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3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A09E1" w:rsidRPr="00A549D3" w:rsidRDefault="008A09E1" w:rsidP="00A549D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8A09E1" w:rsidRDefault="008A09E1" w:rsidP="00FF387E">
      <w:pPr>
        <w:spacing w:after="240"/>
        <w:jc w:val="both"/>
        <w:rPr>
          <w:sz w:val="24"/>
          <w:szCs w:val="24"/>
        </w:rPr>
      </w:pPr>
      <w:r>
        <w:rPr>
          <w:noProof/>
          <w:lang w:eastAsia="it-IT"/>
        </w:rPr>
        <w:pict>
          <v:rect id="_x0000_s1028" style="position:absolute;left:0;text-align:left;margin-left:-11.7pt;margin-top:3.4pt;width:8.25pt;height:7.15pt;z-index:251659264;mso-position-horizontal-relative:text;mso-position-vertical-relative:text"/>
        </w:pict>
      </w:r>
      <w:r>
        <w:rPr>
          <w:sz w:val="24"/>
          <w:szCs w:val="24"/>
        </w:rPr>
        <w:t>che le fatture, al netto delle eventuali note di credito, sono state integralmente pagate e pertanto si rilascia la più ampia quietanza, non avendo nulla altro a pretendere;</w:t>
      </w:r>
    </w:p>
    <w:p w:rsidR="008A09E1" w:rsidRDefault="008A09E1" w:rsidP="00C21429">
      <w:pPr>
        <w:jc w:val="both"/>
        <w:rPr>
          <w:sz w:val="24"/>
          <w:szCs w:val="24"/>
        </w:rPr>
      </w:pPr>
      <w:r>
        <w:rPr>
          <w:noProof/>
          <w:lang w:eastAsia="it-IT"/>
        </w:rPr>
        <w:pict>
          <v:rect id="_x0000_s1029" style="position:absolute;left:0;text-align:left;margin-left:-12.45pt;margin-top:4.3pt;width:8.25pt;height:7.15pt;z-index:251658240"/>
        </w:pict>
      </w:r>
      <w:r>
        <w:rPr>
          <w:sz w:val="24"/>
          <w:szCs w:val="24"/>
        </w:rPr>
        <w:t xml:space="preserve">che i beni oggetto delle fatture su indicate sono nuove di fabbrica. </w:t>
      </w:r>
    </w:p>
    <w:p w:rsidR="008A09E1" w:rsidRPr="00FF387E" w:rsidRDefault="008A09E1" w:rsidP="00C21429">
      <w:pPr>
        <w:jc w:val="both"/>
        <w:rPr>
          <w:b/>
          <w:bCs/>
          <w:sz w:val="24"/>
          <w:szCs w:val="24"/>
        </w:rPr>
      </w:pPr>
      <w:r w:rsidRPr="00FF387E">
        <w:rPr>
          <w:b/>
          <w:bCs/>
          <w:sz w:val="24"/>
          <w:szCs w:val="24"/>
        </w:rPr>
        <w:t>Si allega documento di riconoscimento</w:t>
      </w:r>
    </w:p>
    <w:p w:rsidR="008A09E1" w:rsidRDefault="008A09E1" w:rsidP="00C21429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 lì______________</w:t>
      </w:r>
      <w:r>
        <w:rPr>
          <w:sz w:val="24"/>
          <w:szCs w:val="24"/>
        </w:rPr>
        <w:tab/>
      </w:r>
    </w:p>
    <w:p w:rsidR="008A09E1" w:rsidRDefault="008A09E1" w:rsidP="00FF387E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>Timbro e firma</w:t>
      </w:r>
    </w:p>
    <w:p w:rsidR="008A09E1" w:rsidRPr="00C21429" w:rsidRDefault="008A09E1" w:rsidP="00FF387E">
      <w:pPr>
        <w:ind w:left="4248" w:firstLine="708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</w:t>
      </w:r>
    </w:p>
    <w:sectPr w:rsidR="008A09E1" w:rsidRPr="00C21429" w:rsidSect="009A6A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9E1" w:rsidRDefault="008A09E1" w:rsidP="00C21429">
      <w:pPr>
        <w:spacing w:after="0" w:line="240" w:lineRule="auto"/>
      </w:pPr>
      <w:r>
        <w:separator/>
      </w:r>
    </w:p>
  </w:endnote>
  <w:endnote w:type="continuationSeparator" w:id="0">
    <w:p w:rsidR="008A09E1" w:rsidRDefault="008A09E1" w:rsidP="00C21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9E1" w:rsidRDefault="008A09E1" w:rsidP="00C21429">
      <w:pPr>
        <w:spacing w:after="0" w:line="240" w:lineRule="auto"/>
      </w:pPr>
      <w:r>
        <w:separator/>
      </w:r>
    </w:p>
  </w:footnote>
  <w:footnote w:type="continuationSeparator" w:id="0">
    <w:p w:rsidR="008A09E1" w:rsidRDefault="008A09E1" w:rsidP="00C21429">
      <w:pPr>
        <w:spacing w:after="0" w:line="240" w:lineRule="auto"/>
      </w:pPr>
      <w:r>
        <w:continuationSeparator/>
      </w:r>
    </w:p>
  </w:footnote>
  <w:footnote w:id="1">
    <w:p w:rsidR="008A09E1" w:rsidRDefault="008A09E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F387E">
        <w:rPr>
          <w:sz w:val="16"/>
          <w:szCs w:val="16"/>
        </w:rPr>
        <w:t>Titolare, legale rappresentante o procuratore speciale (in questa ultima ipotesi, allegare la procura o copia autentica della stessa).</w:t>
      </w:r>
    </w:p>
  </w:footnote>
  <w:footnote w:id="2">
    <w:p w:rsidR="008A09E1" w:rsidRDefault="008A09E1" w:rsidP="00BF3DF4">
      <w:pPr>
        <w:pStyle w:val="FootnoteText"/>
      </w:pPr>
      <w:r w:rsidRPr="00FF387E">
        <w:rPr>
          <w:rStyle w:val="FootnoteReference"/>
          <w:sz w:val="16"/>
          <w:szCs w:val="16"/>
        </w:rPr>
        <w:footnoteRef/>
      </w:r>
      <w:r w:rsidRPr="00FF387E">
        <w:rPr>
          <w:sz w:val="16"/>
          <w:szCs w:val="16"/>
        </w:rPr>
        <w:t xml:space="preserve"> Per la medesima fattura pagata in più soluzioni, indicare la data e la modalità relativa a ciascun pagamento utilizzando più righe. </w:t>
      </w:r>
    </w:p>
  </w:footnote>
  <w:footnote w:id="3">
    <w:p w:rsidR="008A09E1" w:rsidRDefault="008A09E1">
      <w:pPr>
        <w:pStyle w:val="FootnoteText"/>
      </w:pPr>
      <w:r w:rsidRPr="00FF387E">
        <w:rPr>
          <w:rStyle w:val="FootnoteReference"/>
          <w:sz w:val="16"/>
          <w:szCs w:val="16"/>
        </w:rPr>
        <w:footnoteRef/>
      </w:r>
      <w:r w:rsidRPr="00FF387E">
        <w:rPr>
          <w:sz w:val="16"/>
          <w:szCs w:val="16"/>
        </w:rPr>
        <w:t xml:space="preserve"> Indicare le modalità di pagamento (assegno, bonifico, ricevuta bancaria, etc.).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1429"/>
    <w:rsid w:val="00034F98"/>
    <w:rsid w:val="00327502"/>
    <w:rsid w:val="00564603"/>
    <w:rsid w:val="005A6EC8"/>
    <w:rsid w:val="00645537"/>
    <w:rsid w:val="007506A0"/>
    <w:rsid w:val="007E3919"/>
    <w:rsid w:val="008A09E1"/>
    <w:rsid w:val="00925D60"/>
    <w:rsid w:val="00930C91"/>
    <w:rsid w:val="009A6A29"/>
    <w:rsid w:val="00A549D3"/>
    <w:rsid w:val="00AC3B09"/>
    <w:rsid w:val="00B1020C"/>
    <w:rsid w:val="00BF3DF4"/>
    <w:rsid w:val="00C21429"/>
    <w:rsid w:val="00EC6D4B"/>
    <w:rsid w:val="00F058F8"/>
    <w:rsid w:val="00F917C9"/>
    <w:rsid w:val="00FF3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A2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C2142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2142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21429"/>
    <w:rPr>
      <w:vertAlign w:val="superscript"/>
    </w:rPr>
  </w:style>
  <w:style w:type="table" w:styleId="TableGrid">
    <w:name w:val="Table Grid"/>
    <w:basedOn w:val="TableNormal"/>
    <w:uiPriority w:val="99"/>
    <w:rsid w:val="00C21429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211</Words>
  <Characters>1207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E</dc:title>
  <dc:subject/>
  <dc:creator>Utente</dc:creator>
  <cp:keywords/>
  <dc:description/>
  <cp:lastModifiedBy>Mariangela</cp:lastModifiedBy>
  <cp:revision>3</cp:revision>
  <dcterms:created xsi:type="dcterms:W3CDTF">2011-03-10T16:10:00Z</dcterms:created>
  <dcterms:modified xsi:type="dcterms:W3CDTF">2011-04-29T13:49:00Z</dcterms:modified>
</cp:coreProperties>
</file>